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1A" w:rsidRDefault="00AE1AD2" w:rsidP="00277C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052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B747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74E4E" w:rsidRPr="0079319E" w:rsidRDefault="00420C75" w:rsidP="0067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0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C63" w:rsidRDefault="00235C63" w:rsidP="00235C6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15FFE">
        <w:rPr>
          <w:rFonts w:ascii="Times New Roman" w:hAnsi="Times New Roman" w:cs="Times New Roman"/>
          <w:sz w:val="28"/>
          <w:szCs w:val="28"/>
        </w:rPr>
        <w:t xml:space="preserve">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6265C8" w:rsidRDefault="006265C8" w:rsidP="006265C8">
      <w:pPr>
        <w:framePr w:w="10921" w:h="80" w:hRule="exact" w:hSpace="180" w:wrap="around" w:vAnchor="text" w:hAnchor="page" w:x="461" w:y="2235"/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6265C8" w:rsidRPr="00187971" w:rsidRDefault="006265C8" w:rsidP="006265C8">
      <w:pPr>
        <w:framePr w:w="10921" w:h="80" w:hRule="exact" w:hSpace="180" w:wrap="around" w:vAnchor="text" w:hAnchor="page" w:x="461" w:y="2235"/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6265C8" w:rsidRPr="0079319E" w:rsidRDefault="006265C8" w:rsidP="006265C8">
      <w:pPr>
        <w:framePr w:w="10921" w:h="80" w:hRule="exact" w:hSpace="180" w:wrap="around" w:vAnchor="text" w:hAnchor="page" w:x="461" w:y="2235"/>
        <w:spacing w:line="240" w:lineRule="auto"/>
        <w:jc w:val="center"/>
        <w:rPr>
          <w:b/>
          <w:sz w:val="32"/>
          <w:szCs w:val="32"/>
        </w:rPr>
      </w:pPr>
    </w:p>
    <w:p w:rsidR="006265C8" w:rsidRDefault="00573717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0A44C2">
        <w:rPr>
          <w:rFonts w:ascii="Times New Roman" w:hAnsi="Times New Roman" w:cs="Times New Roman"/>
          <w:sz w:val="28"/>
          <w:szCs w:val="28"/>
        </w:rPr>
        <w:t xml:space="preserve">от  </w:t>
      </w:r>
      <w:r w:rsidR="00C57633">
        <w:rPr>
          <w:rFonts w:ascii="Times New Roman" w:hAnsi="Times New Roman" w:cs="Times New Roman"/>
          <w:sz w:val="28"/>
          <w:szCs w:val="28"/>
        </w:rPr>
        <w:t>09.06.2023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44965">
        <w:rPr>
          <w:rFonts w:ascii="Times New Roman" w:hAnsi="Times New Roman" w:cs="Times New Roman"/>
          <w:sz w:val="28"/>
          <w:szCs w:val="28"/>
        </w:rPr>
        <w:t xml:space="preserve"> </w:t>
      </w:r>
      <w:r w:rsidR="00C57633">
        <w:rPr>
          <w:rFonts w:ascii="Times New Roman" w:hAnsi="Times New Roman" w:cs="Times New Roman"/>
          <w:sz w:val="28"/>
          <w:szCs w:val="28"/>
        </w:rPr>
        <w:t>1125</w:t>
      </w:r>
    </w:p>
    <w:p w:rsidR="00B87912" w:rsidRDefault="00B87912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2B57D2" w:rsidRDefault="002B57D2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72256">
        <w:rPr>
          <w:rFonts w:ascii="Times New Roman" w:hAnsi="Times New Roman" w:cs="Times New Roman"/>
          <w:sz w:val="28"/>
          <w:szCs w:val="28"/>
        </w:rPr>
        <w:t xml:space="preserve"> №</w:t>
      </w:r>
      <w:r w:rsidR="006265C8">
        <w:rPr>
          <w:rFonts w:ascii="Times New Roman" w:hAnsi="Times New Roman" w:cs="Times New Roman"/>
          <w:sz w:val="28"/>
          <w:szCs w:val="28"/>
        </w:rPr>
        <w:t xml:space="preserve"> </w:t>
      </w:r>
      <w:r w:rsidR="00554E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15FFE">
        <w:rPr>
          <w:rFonts w:ascii="Times New Roman" w:hAnsi="Times New Roman" w:cs="Times New Roman"/>
          <w:sz w:val="28"/>
          <w:szCs w:val="28"/>
        </w:rPr>
        <w:t xml:space="preserve">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573717" w:rsidRPr="00A72256" w:rsidRDefault="00573717" w:rsidP="00DD7DAB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54ED3">
        <w:rPr>
          <w:rFonts w:ascii="Times New Roman" w:hAnsi="Times New Roman" w:cs="Times New Roman"/>
          <w:sz w:val="28"/>
          <w:szCs w:val="28"/>
        </w:rPr>
        <w:t>26</w:t>
      </w:r>
      <w:r w:rsidR="00A72256" w:rsidRPr="00FC162C">
        <w:rPr>
          <w:rFonts w:ascii="Times New Roman" w:hAnsi="Times New Roman" w:cs="Times New Roman"/>
          <w:sz w:val="28"/>
          <w:szCs w:val="28"/>
        </w:rPr>
        <w:t>.0</w:t>
      </w:r>
      <w:r w:rsidR="00554ED3">
        <w:rPr>
          <w:rFonts w:ascii="Times New Roman" w:hAnsi="Times New Roman" w:cs="Times New Roman"/>
          <w:sz w:val="28"/>
          <w:szCs w:val="28"/>
        </w:rPr>
        <w:t>3</w:t>
      </w:r>
      <w:r w:rsidR="00A72256" w:rsidRPr="00FC162C">
        <w:rPr>
          <w:rFonts w:ascii="Times New Roman" w:hAnsi="Times New Roman" w:cs="Times New Roman"/>
          <w:sz w:val="28"/>
          <w:szCs w:val="28"/>
        </w:rPr>
        <w:t>.201</w:t>
      </w:r>
      <w:r w:rsidR="00554ED3">
        <w:rPr>
          <w:rFonts w:ascii="Times New Roman" w:hAnsi="Times New Roman" w:cs="Times New Roman"/>
          <w:sz w:val="28"/>
          <w:szCs w:val="28"/>
        </w:rPr>
        <w:t>2</w:t>
      </w:r>
      <w:r w:rsidR="00A72256">
        <w:rPr>
          <w:rFonts w:ascii="Times New Roman" w:hAnsi="Times New Roman" w:cs="Times New Roman"/>
          <w:sz w:val="28"/>
          <w:szCs w:val="28"/>
        </w:rPr>
        <w:t xml:space="preserve"> № </w:t>
      </w:r>
      <w:r w:rsidR="00554ED3">
        <w:rPr>
          <w:rFonts w:ascii="Times New Roman" w:hAnsi="Times New Roman" w:cs="Times New Roman"/>
          <w:sz w:val="28"/>
          <w:szCs w:val="28"/>
        </w:rPr>
        <w:t>536</w:t>
      </w:r>
    </w:p>
    <w:p w:rsidR="00573717" w:rsidRDefault="00573717" w:rsidP="00DD7DAB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562C1A" w:rsidRPr="00D21145" w:rsidRDefault="00562C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1145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562C1A" w:rsidRPr="00D21145" w:rsidRDefault="00C922B0" w:rsidP="004D7EC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комиссии по легализации теневой заработной платы во внебюджетном секторе экономики</w:t>
      </w:r>
      <w:r w:rsidRPr="00D211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24263" w:rsidRDefault="00B24263" w:rsidP="00B24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796"/>
        <w:gridCol w:w="560"/>
        <w:gridCol w:w="6522"/>
      </w:tblGrid>
      <w:tr w:rsidR="00B24263" w:rsidTr="005F18C5">
        <w:trPr>
          <w:trHeight w:val="3390"/>
        </w:trPr>
        <w:tc>
          <w:tcPr>
            <w:tcW w:w="2796" w:type="dxa"/>
          </w:tcPr>
          <w:p w:rsidR="007B2E26" w:rsidRDefault="001C5F3B" w:rsidP="00236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Чернятин Дмитрий Михайлович</w:t>
            </w:r>
            <w:r w:rsidR="00B24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18C5" w:rsidRDefault="005F18C5" w:rsidP="00236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8C5" w:rsidRPr="003169F7" w:rsidRDefault="00880D3C" w:rsidP="005F1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Голдырева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Валериевна</w:t>
            </w:r>
          </w:p>
          <w:p w:rsidR="005F18C5" w:rsidRDefault="005F18C5" w:rsidP="00236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 w:rsidP="00236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A39" w:rsidRDefault="00974A39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Гайкова Елена      </w:t>
            </w:r>
          </w:p>
          <w:p w:rsidR="00674E4E" w:rsidRDefault="001F0FD8" w:rsidP="00B879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60" w:type="dxa"/>
          </w:tcPr>
          <w:p w:rsidR="003169F7" w:rsidRDefault="00B24263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F18C5" w:rsidRDefault="005F18C5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8C5" w:rsidRDefault="005F18C5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8C5" w:rsidRDefault="005F18C5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91401" w:rsidRDefault="00591401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8C5" w:rsidRDefault="005F18C5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A39" w:rsidRDefault="00974A39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9F7" w:rsidRDefault="003169F7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69F7" w:rsidRDefault="003169F7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CC1" w:rsidRDefault="00437CC1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2" w:type="dxa"/>
          </w:tcPr>
          <w:p w:rsidR="00900155" w:rsidRDefault="00B24263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</w:t>
            </w:r>
            <w:r w:rsidR="00745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</w:t>
            </w:r>
            <w:r w:rsidR="00B87912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7912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18C5" w:rsidRDefault="005F18C5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8C5" w:rsidRDefault="00880D3C" w:rsidP="005F1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5F18C5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F18C5">
              <w:rPr>
                <w:rFonts w:ascii="Times New Roman" w:hAnsi="Times New Roman" w:cs="Times New Roman"/>
                <w:sz w:val="28"/>
                <w:szCs w:val="28"/>
              </w:rPr>
              <w:t xml:space="preserve"> Главы ЗАТО г. Железногорск по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тратегическому планированию, экономическому развитию и финансам</w:t>
            </w:r>
            <w:r w:rsidR="007B2517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5F18C5" w:rsidRDefault="005F18C5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1D0" w:rsidRDefault="001F0FD8" w:rsidP="00B87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экономист по труду в отделе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 Управления по правовой и кадровой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</w:t>
            </w:r>
            <w:r w:rsidR="00B87912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</w:p>
        </w:tc>
      </w:tr>
    </w:tbl>
    <w:p w:rsidR="00562C1A" w:rsidRDefault="00562C1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71713" w:rsidRDefault="00F717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567"/>
        <w:gridCol w:w="6628"/>
      </w:tblGrid>
      <w:tr w:rsidR="00554ED3" w:rsidTr="004554D3">
        <w:tc>
          <w:tcPr>
            <w:tcW w:w="2802" w:type="dxa"/>
          </w:tcPr>
          <w:p w:rsidR="009269D2" w:rsidRDefault="00C523C1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Первушкина Ирина Евгеньевна</w:t>
            </w: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Дунина Татьяна Михайловна</w:t>
            </w: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F7E" w:rsidRDefault="00B87912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Сабурова Елена</w:t>
            </w:r>
            <w:r w:rsidR="00C52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1401" w:rsidRDefault="00C922B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B87912" w:rsidRDefault="00B8791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912" w:rsidRDefault="00B8791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554ED3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Быкова Анна Николаевна</w:t>
            </w: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6C111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Перепёлкин Александр Александрович</w:t>
            </w: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Новосёлов Алексей Николаевич</w:t>
            </w: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Томилова Анна Валентиновна</w:t>
            </w:r>
          </w:p>
        </w:tc>
        <w:tc>
          <w:tcPr>
            <w:tcW w:w="567" w:type="dxa"/>
          </w:tcPr>
          <w:p w:rsidR="0035276D" w:rsidRDefault="00C327C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35276D" w:rsidRDefault="00352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32" w:rsidRDefault="001350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86E" w:rsidRDefault="00B0186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6B8" w:rsidRDefault="00CE46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46B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F3B" w:rsidRDefault="001C5F3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73717" w:rsidRDefault="0057371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C44E0A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28" w:type="dxa"/>
          </w:tcPr>
          <w:p w:rsidR="00B0186E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D21145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Управления по правовой и кадровой работе Администрации ЗАТО 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экономики и планирования Администрации ЗАТО г.Железногорск</w:t>
            </w:r>
          </w:p>
          <w:p w:rsidR="00C523C1" w:rsidRDefault="00C523C1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E26" w:rsidRPr="009269D2" w:rsidRDefault="00B87912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камеральных проверок № 4</w:t>
            </w:r>
            <w:r w:rsidR="009269D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Межрайонной ИФНС России 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69D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по Красноярскому краю</w:t>
            </w:r>
            <w:r w:rsidR="0013503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46B8" w:rsidRDefault="00CE46B8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554E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эксперт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отдела предоставления мер социальной поддержки</w:t>
            </w:r>
            <w:r w:rsidR="00C523C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отделения</w:t>
            </w:r>
            <w:proofErr w:type="gramEnd"/>
            <w:r w:rsidR="00C523C1">
              <w:rPr>
                <w:rFonts w:ascii="Times New Roman" w:hAnsi="Times New Roman" w:cs="Times New Roman"/>
                <w:sz w:val="28"/>
                <w:szCs w:val="28"/>
              </w:rPr>
              <w:t xml:space="preserve"> КГКУ «Управление социальной защиты населения» по ЗАТО </w:t>
            </w:r>
            <w:r w:rsidR="00455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C523C1">
              <w:rPr>
                <w:rFonts w:ascii="Times New Roman" w:hAnsi="Times New Roman" w:cs="Times New Roman"/>
                <w:sz w:val="28"/>
                <w:szCs w:val="28"/>
              </w:rPr>
              <w:t>г. Железногорск Красноярского края</w:t>
            </w: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 профсоюзной организации РПРАЭП г.Железногорска Красноярского края</w:t>
            </w: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6C111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ОЭБиПК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</w:t>
            </w:r>
            <w:r w:rsidR="004554D3">
              <w:rPr>
                <w:rFonts w:ascii="Times New Roman" w:hAnsi="Times New Roman" w:cs="Times New Roman"/>
                <w:sz w:val="28"/>
                <w:szCs w:val="28"/>
              </w:rPr>
              <w:t xml:space="preserve"> МВД России по ЗАТО г. Железногорск Красноярского края</w:t>
            </w: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ABF" w:rsidRDefault="00127ABF" w:rsidP="00127A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взаимодействия со страхователями № 5 </w:t>
            </w:r>
            <w:r w:rsidR="001C5F3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Отделения Фонда пенсионного и социального страхования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по Красноярскому краю</w:t>
            </w: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4554D3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D75E9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0A2F32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C69" w:rsidTr="00E661DD">
        <w:tc>
          <w:tcPr>
            <w:tcW w:w="2802" w:type="dxa"/>
          </w:tcPr>
          <w:p w:rsidR="003A6C69" w:rsidRDefault="003A6C69" w:rsidP="00E66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A6C69" w:rsidRDefault="003A6C69" w:rsidP="00E661D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3A6C69" w:rsidRDefault="003A6C69" w:rsidP="00705C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D75E9C" w:rsidSect="00591401">
      <w:pgSz w:w="11905" w:h="16838" w:code="9"/>
      <w:pgMar w:top="426" w:right="850" w:bottom="1134" w:left="1276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82F" w:rsidRDefault="0069282F" w:rsidP="001C1242">
      <w:pPr>
        <w:spacing w:after="0" w:line="240" w:lineRule="auto"/>
      </w:pPr>
      <w:r>
        <w:separator/>
      </w:r>
    </w:p>
  </w:endnote>
  <w:endnote w:type="continuationSeparator" w:id="0">
    <w:p w:rsidR="0069282F" w:rsidRDefault="0069282F" w:rsidP="001C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82F" w:rsidRDefault="0069282F" w:rsidP="001C1242">
      <w:pPr>
        <w:spacing w:after="0" w:line="240" w:lineRule="auto"/>
      </w:pPr>
      <w:r>
        <w:separator/>
      </w:r>
    </w:p>
  </w:footnote>
  <w:footnote w:type="continuationSeparator" w:id="0">
    <w:p w:rsidR="0069282F" w:rsidRDefault="0069282F" w:rsidP="001C1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C1A"/>
    <w:rsid w:val="00005A52"/>
    <w:rsid w:val="00012B92"/>
    <w:rsid w:val="00015DAC"/>
    <w:rsid w:val="000160E1"/>
    <w:rsid w:val="00017451"/>
    <w:rsid w:val="000254CF"/>
    <w:rsid w:val="000408C9"/>
    <w:rsid w:val="00050112"/>
    <w:rsid w:val="00051828"/>
    <w:rsid w:val="00061E8B"/>
    <w:rsid w:val="0006316B"/>
    <w:rsid w:val="00063B9E"/>
    <w:rsid w:val="00064AB7"/>
    <w:rsid w:val="00065083"/>
    <w:rsid w:val="000654BE"/>
    <w:rsid w:val="000670C0"/>
    <w:rsid w:val="000679ED"/>
    <w:rsid w:val="00070723"/>
    <w:rsid w:val="00070F3D"/>
    <w:rsid w:val="000714CF"/>
    <w:rsid w:val="00072482"/>
    <w:rsid w:val="000729F9"/>
    <w:rsid w:val="00084A65"/>
    <w:rsid w:val="00085979"/>
    <w:rsid w:val="000877AD"/>
    <w:rsid w:val="0009522F"/>
    <w:rsid w:val="000971FB"/>
    <w:rsid w:val="000A189F"/>
    <w:rsid w:val="000A2B82"/>
    <w:rsid w:val="000A2F32"/>
    <w:rsid w:val="000A44C2"/>
    <w:rsid w:val="000A44F1"/>
    <w:rsid w:val="000A5268"/>
    <w:rsid w:val="000A6E17"/>
    <w:rsid w:val="000B0099"/>
    <w:rsid w:val="000B1F2A"/>
    <w:rsid w:val="000B29D8"/>
    <w:rsid w:val="000B2B9B"/>
    <w:rsid w:val="000B3126"/>
    <w:rsid w:val="000B3E97"/>
    <w:rsid w:val="000B7472"/>
    <w:rsid w:val="000B75B7"/>
    <w:rsid w:val="000C131C"/>
    <w:rsid w:val="000C289E"/>
    <w:rsid w:val="000C4638"/>
    <w:rsid w:val="000C4BFE"/>
    <w:rsid w:val="000D124C"/>
    <w:rsid w:val="000D3739"/>
    <w:rsid w:val="000E08F7"/>
    <w:rsid w:val="000E143C"/>
    <w:rsid w:val="000E458D"/>
    <w:rsid w:val="000E4ACF"/>
    <w:rsid w:val="000F06A6"/>
    <w:rsid w:val="000F21EB"/>
    <w:rsid w:val="001008A0"/>
    <w:rsid w:val="00102DD0"/>
    <w:rsid w:val="00110111"/>
    <w:rsid w:val="00110601"/>
    <w:rsid w:val="001114C9"/>
    <w:rsid w:val="001138BA"/>
    <w:rsid w:val="001145A1"/>
    <w:rsid w:val="00115FFE"/>
    <w:rsid w:val="0012164F"/>
    <w:rsid w:val="00122D57"/>
    <w:rsid w:val="001236E5"/>
    <w:rsid w:val="00124A38"/>
    <w:rsid w:val="001269F6"/>
    <w:rsid w:val="00127ABF"/>
    <w:rsid w:val="00127F0D"/>
    <w:rsid w:val="00130839"/>
    <w:rsid w:val="00135032"/>
    <w:rsid w:val="00150532"/>
    <w:rsid w:val="001539C0"/>
    <w:rsid w:val="00156E95"/>
    <w:rsid w:val="00157A48"/>
    <w:rsid w:val="0016024A"/>
    <w:rsid w:val="001721CF"/>
    <w:rsid w:val="001778DA"/>
    <w:rsid w:val="00184DBB"/>
    <w:rsid w:val="001878DA"/>
    <w:rsid w:val="00190BA1"/>
    <w:rsid w:val="0019515D"/>
    <w:rsid w:val="001953C3"/>
    <w:rsid w:val="001A0B1C"/>
    <w:rsid w:val="001A3445"/>
    <w:rsid w:val="001B0A56"/>
    <w:rsid w:val="001B3F3C"/>
    <w:rsid w:val="001B755B"/>
    <w:rsid w:val="001C0E59"/>
    <w:rsid w:val="001C1242"/>
    <w:rsid w:val="001C3EEC"/>
    <w:rsid w:val="001C3F57"/>
    <w:rsid w:val="001C4B08"/>
    <w:rsid w:val="001C551E"/>
    <w:rsid w:val="001C5F3B"/>
    <w:rsid w:val="001C7B88"/>
    <w:rsid w:val="001C7CB8"/>
    <w:rsid w:val="001D01A8"/>
    <w:rsid w:val="001D2551"/>
    <w:rsid w:val="001D2B28"/>
    <w:rsid w:val="001D409A"/>
    <w:rsid w:val="001D4AF8"/>
    <w:rsid w:val="001D631D"/>
    <w:rsid w:val="001E236C"/>
    <w:rsid w:val="001E5E8C"/>
    <w:rsid w:val="001F01D0"/>
    <w:rsid w:val="001F0300"/>
    <w:rsid w:val="001F0FD8"/>
    <w:rsid w:val="00200266"/>
    <w:rsid w:val="00201AE5"/>
    <w:rsid w:val="00202D57"/>
    <w:rsid w:val="00205813"/>
    <w:rsid w:val="00207D03"/>
    <w:rsid w:val="00213B38"/>
    <w:rsid w:val="0022341C"/>
    <w:rsid w:val="002240A4"/>
    <w:rsid w:val="00224AA5"/>
    <w:rsid w:val="0022712C"/>
    <w:rsid w:val="0023213F"/>
    <w:rsid w:val="00234CCB"/>
    <w:rsid w:val="00234E47"/>
    <w:rsid w:val="00235C63"/>
    <w:rsid w:val="002405E6"/>
    <w:rsid w:val="0024261F"/>
    <w:rsid w:val="00242C87"/>
    <w:rsid w:val="00246502"/>
    <w:rsid w:val="00253FC0"/>
    <w:rsid w:val="00256725"/>
    <w:rsid w:val="00260254"/>
    <w:rsid w:val="002620BF"/>
    <w:rsid w:val="0026379E"/>
    <w:rsid w:val="00270F1D"/>
    <w:rsid w:val="00270FF2"/>
    <w:rsid w:val="00271948"/>
    <w:rsid w:val="00272018"/>
    <w:rsid w:val="00276614"/>
    <w:rsid w:val="00277CE8"/>
    <w:rsid w:val="00280BCA"/>
    <w:rsid w:val="002814D1"/>
    <w:rsid w:val="00284FBA"/>
    <w:rsid w:val="00285333"/>
    <w:rsid w:val="00285E5A"/>
    <w:rsid w:val="00286F74"/>
    <w:rsid w:val="00287906"/>
    <w:rsid w:val="00290C5C"/>
    <w:rsid w:val="0029397C"/>
    <w:rsid w:val="0029633F"/>
    <w:rsid w:val="00297DA6"/>
    <w:rsid w:val="002A161A"/>
    <w:rsid w:val="002A41B3"/>
    <w:rsid w:val="002A4544"/>
    <w:rsid w:val="002A546C"/>
    <w:rsid w:val="002B1389"/>
    <w:rsid w:val="002B57D2"/>
    <w:rsid w:val="002B641D"/>
    <w:rsid w:val="002C0D13"/>
    <w:rsid w:val="002D0678"/>
    <w:rsid w:val="002D21C0"/>
    <w:rsid w:val="002D2AEE"/>
    <w:rsid w:val="002D404E"/>
    <w:rsid w:val="002E11FB"/>
    <w:rsid w:val="002E1787"/>
    <w:rsid w:val="002E1E4B"/>
    <w:rsid w:val="002E78E4"/>
    <w:rsid w:val="002F6078"/>
    <w:rsid w:val="00301E2B"/>
    <w:rsid w:val="0030681C"/>
    <w:rsid w:val="00312880"/>
    <w:rsid w:val="00314F2C"/>
    <w:rsid w:val="003169F7"/>
    <w:rsid w:val="003230FF"/>
    <w:rsid w:val="00324D94"/>
    <w:rsid w:val="003261A1"/>
    <w:rsid w:val="00332B18"/>
    <w:rsid w:val="00333C79"/>
    <w:rsid w:val="00335C6E"/>
    <w:rsid w:val="00337AB1"/>
    <w:rsid w:val="00342C11"/>
    <w:rsid w:val="00347601"/>
    <w:rsid w:val="0035131C"/>
    <w:rsid w:val="003521AB"/>
    <w:rsid w:val="0035276D"/>
    <w:rsid w:val="00355353"/>
    <w:rsid w:val="00361B1E"/>
    <w:rsid w:val="00362CB3"/>
    <w:rsid w:val="003649F7"/>
    <w:rsid w:val="00367CC3"/>
    <w:rsid w:val="00377EC6"/>
    <w:rsid w:val="00383311"/>
    <w:rsid w:val="0038345B"/>
    <w:rsid w:val="00394FDA"/>
    <w:rsid w:val="00395D8E"/>
    <w:rsid w:val="00397840"/>
    <w:rsid w:val="003A1119"/>
    <w:rsid w:val="003A6C69"/>
    <w:rsid w:val="003B1CB9"/>
    <w:rsid w:val="003B22E3"/>
    <w:rsid w:val="003B7226"/>
    <w:rsid w:val="003D628B"/>
    <w:rsid w:val="003E00BA"/>
    <w:rsid w:val="003E0D67"/>
    <w:rsid w:val="003E46CB"/>
    <w:rsid w:val="004005D0"/>
    <w:rsid w:val="00401C78"/>
    <w:rsid w:val="00410FF3"/>
    <w:rsid w:val="0042037A"/>
    <w:rsid w:val="00420C75"/>
    <w:rsid w:val="00421E0E"/>
    <w:rsid w:val="00424E38"/>
    <w:rsid w:val="00425DD4"/>
    <w:rsid w:val="00433581"/>
    <w:rsid w:val="004362BC"/>
    <w:rsid w:val="00437CC1"/>
    <w:rsid w:val="00440A87"/>
    <w:rsid w:val="004418B4"/>
    <w:rsid w:val="0044302A"/>
    <w:rsid w:val="00446034"/>
    <w:rsid w:val="00446812"/>
    <w:rsid w:val="00446EE9"/>
    <w:rsid w:val="0045100F"/>
    <w:rsid w:val="004520DB"/>
    <w:rsid w:val="004525AC"/>
    <w:rsid w:val="004554D3"/>
    <w:rsid w:val="00460955"/>
    <w:rsid w:val="00461617"/>
    <w:rsid w:val="00463765"/>
    <w:rsid w:val="00465517"/>
    <w:rsid w:val="0046746B"/>
    <w:rsid w:val="00471E8C"/>
    <w:rsid w:val="00472A3D"/>
    <w:rsid w:val="004759DC"/>
    <w:rsid w:val="00480E03"/>
    <w:rsid w:val="0048377B"/>
    <w:rsid w:val="00486735"/>
    <w:rsid w:val="00487A95"/>
    <w:rsid w:val="00491998"/>
    <w:rsid w:val="00496693"/>
    <w:rsid w:val="004A19E9"/>
    <w:rsid w:val="004A289E"/>
    <w:rsid w:val="004B184C"/>
    <w:rsid w:val="004B2A76"/>
    <w:rsid w:val="004C4B4E"/>
    <w:rsid w:val="004D3314"/>
    <w:rsid w:val="004D7ECE"/>
    <w:rsid w:val="004E66BC"/>
    <w:rsid w:val="004E7529"/>
    <w:rsid w:val="004E76FF"/>
    <w:rsid w:val="004F1048"/>
    <w:rsid w:val="004F3571"/>
    <w:rsid w:val="004F5FD3"/>
    <w:rsid w:val="005056F5"/>
    <w:rsid w:val="00507C40"/>
    <w:rsid w:val="00510805"/>
    <w:rsid w:val="00513F6B"/>
    <w:rsid w:val="00514586"/>
    <w:rsid w:val="005224BF"/>
    <w:rsid w:val="00522A9C"/>
    <w:rsid w:val="00523E2A"/>
    <w:rsid w:val="005259F1"/>
    <w:rsid w:val="00527FDA"/>
    <w:rsid w:val="00532CD9"/>
    <w:rsid w:val="005370A6"/>
    <w:rsid w:val="00537BAE"/>
    <w:rsid w:val="00541C8E"/>
    <w:rsid w:val="00543AED"/>
    <w:rsid w:val="00550752"/>
    <w:rsid w:val="00551B51"/>
    <w:rsid w:val="0055204E"/>
    <w:rsid w:val="0055402A"/>
    <w:rsid w:val="00554616"/>
    <w:rsid w:val="00554ED3"/>
    <w:rsid w:val="005554F4"/>
    <w:rsid w:val="0055609B"/>
    <w:rsid w:val="00556180"/>
    <w:rsid w:val="00556318"/>
    <w:rsid w:val="00562C1A"/>
    <w:rsid w:val="00564AEC"/>
    <w:rsid w:val="005651D5"/>
    <w:rsid w:val="005669BA"/>
    <w:rsid w:val="005703B8"/>
    <w:rsid w:val="00573717"/>
    <w:rsid w:val="00574C4A"/>
    <w:rsid w:val="00584D83"/>
    <w:rsid w:val="005903C9"/>
    <w:rsid w:val="00591401"/>
    <w:rsid w:val="0059407B"/>
    <w:rsid w:val="005951D3"/>
    <w:rsid w:val="0059537F"/>
    <w:rsid w:val="00595790"/>
    <w:rsid w:val="005A1376"/>
    <w:rsid w:val="005A3696"/>
    <w:rsid w:val="005A567C"/>
    <w:rsid w:val="005B076C"/>
    <w:rsid w:val="005B5756"/>
    <w:rsid w:val="005B6856"/>
    <w:rsid w:val="005B6E63"/>
    <w:rsid w:val="005B6FC1"/>
    <w:rsid w:val="005C09F3"/>
    <w:rsid w:val="005C0EBB"/>
    <w:rsid w:val="005C173B"/>
    <w:rsid w:val="005C3F1D"/>
    <w:rsid w:val="005C5392"/>
    <w:rsid w:val="005D00A8"/>
    <w:rsid w:val="005D3D4F"/>
    <w:rsid w:val="005D665D"/>
    <w:rsid w:val="005D79F1"/>
    <w:rsid w:val="005E038F"/>
    <w:rsid w:val="005E053A"/>
    <w:rsid w:val="005E13A6"/>
    <w:rsid w:val="005E2A98"/>
    <w:rsid w:val="005E3DCD"/>
    <w:rsid w:val="005E4D67"/>
    <w:rsid w:val="005F18C5"/>
    <w:rsid w:val="005F2AEE"/>
    <w:rsid w:val="005F6E94"/>
    <w:rsid w:val="0060191F"/>
    <w:rsid w:val="00603339"/>
    <w:rsid w:val="00607554"/>
    <w:rsid w:val="00610C65"/>
    <w:rsid w:val="0061422E"/>
    <w:rsid w:val="006172AE"/>
    <w:rsid w:val="00617702"/>
    <w:rsid w:val="00617881"/>
    <w:rsid w:val="006178F1"/>
    <w:rsid w:val="00621EDB"/>
    <w:rsid w:val="00622839"/>
    <w:rsid w:val="006237E6"/>
    <w:rsid w:val="006265C8"/>
    <w:rsid w:val="006300FE"/>
    <w:rsid w:val="00637C30"/>
    <w:rsid w:val="006445F6"/>
    <w:rsid w:val="00646EFA"/>
    <w:rsid w:val="00647E43"/>
    <w:rsid w:val="006517E7"/>
    <w:rsid w:val="006524E6"/>
    <w:rsid w:val="00654F32"/>
    <w:rsid w:val="00655DFB"/>
    <w:rsid w:val="006610E6"/>
    <w:rsid w:val="0066440E"/>
    <w:rsid w:val="00665149"/>
    <w:rsid w:val="006668B5"/>
    <w:rsid w:val="00670BCE"/>
    <w:rsid w:val="00674E4E"/>
    <w:rsid w:val="00675416"/>
    <w:rsid w:val="006820C3"/>
    <w:rsid w:val="00687278"/>
    <w:rsid w:val="0069282F"/>
    <w:rsid w:val="00697325"/>
    <w:rsid w:val="006A2DD4"/>
    <w:rsid w:val="006B2AB4"/>
    <w:rsid w:val="006B4D05"/>
    <w:rsid w:val="006B5F15"/>
    <w:rsid w:val="006B7451"/>
    <w:rsid w:val="006C1113"/>
    <w:rsid w:val="006C3DB0"/>
    <w:rsid w:val="006D0417"/>
    <w:rsid w:val="006D1E0E"/>
    <w:rsid w:val="006E4A95"/>
    <w:rsid w:val="006E4E04"/>
    <w:rsid w:val="006E5CBD"/>
    <w:rsid w:val="006F208A"/>
    <w:rsid w:val="00705556"/>
    <w:rsid w:val="00705C92"/>
    <w:rsid w:val="007064B2"/>
    <w:rsid w:val="0071314C"/>
    <w:rsid w:val="00714C14"/>
    <w:rsid w:val="0072010C"/>
    <w:rsid w:val="00721F97"/>
    <w:rsid w:val="0072268D"/>
    <w:rsid w:val="00723250"/>
    <w:rsid w:val="007350B2"/>
    <w:rsid w:val="007451CB"/>
    <w:rsid w:val="00745BCA"/>
    <w:rsid w:val="007522AE"/>
    <w:rsid w:val="0075341E"/>
    <w:rsid w:val="00755422"/>
    <w:rsid w:val="007563FD"/>
    <w:rsid w:val="007568EE"/>
    <w:rsid w:val="00756AB6"/>
    <w:rsid w:val="00757ADC"/>
    <w:rsid w:val="007615FB"/>
    <w:rsid w:val="00763828"/>
    <w:rsid w:val="00763837"/>
    <w:rsid w:val="00764952"/>
    <w:rsid w:val="00765485"/>
    <w:rsid w:val="007702A8"/>
    <w:rsid w:val="007722EF"/>
    <w:rsid w:val="007734D0"/>
    <w:rsid w:val="007818B2"/>
    <w:rsid w:val="00781979"/>
    <w:rsid w:val="00782CFF"/>
    <w:rsid w:val="00783DCD"/>
    <w:rsid w:val="00784A05"/>
    <w:rsid w:val="00785C97"/>
    <w:rsid w:val="007877D8"/>
    <w:rsid w:val="007904EE"/>
    <w:rsid w:val="00791802"/>
    <w:rsid w:val="0079319E"/>
    <w:rsid w:val="007946DF"/>
    <w:rsid w:val="00794958"/>
    <w:rsid w:val="00796D8A"/>
    <w:rsid w:val="00796EBC"/>
    <w:rsid w:val="007A24B9"/>
    <w:rsid w:val="007A4267"/>
    <w:rsid w:val="007A4E2F"/>
    <w:rsid w:val="007A6DDB"/>
    <w:rsid w:val="007B2517"/>
    <w:rsid w:val="007B2E26"/>
    <w:rsid w:val="007B3716"/>
    <w:rsid w:val="007C716A"/>
    <w:rsid w:val="007D06E8"/>
    <w:rsid w:val="007E31B0"/>
    <w:rsid w:val="007E5CCC"/>
    <w:rsid w:val="007E639C"/>
    <w:rsid w:val="007F605D"/>
    <w:rsid w:val="007F629C"/>
    <w:rsid w:val="007F701C"/>
    <w:rsid w:val="0080045E"/>
    <w:rsid w:val="00806583"/>
    <w:rsid w:val="0081189C"/>
    <w:rsid w:val="00815966"/>
    <w:rsid w:val="00816E6B"/>
    <w:rsid w:val="00820479"/>
    <w:rsid w:val="00821DF2"/>
    <w:rsid w:val="008243BD"/>
    <w:rsid w:val="008268FC"/>
    <w:rsid w:val="008300B4"/>
    <w:rsid w:val="00834F2B"/>
    <w:rsid w:val="00835773"/>
    <w:rsid w:val="0084366B"/>
    <w:rsid w:val="008465E1"/>
    <w:rsid w:val="00847F5A"/>
    <w:rsid w:val="00855152"/>
    <w:rsid w:val="008568F2"/>
    <w:rsid w:val="00863046"/>
    <w:rsid w:val="00863696"/>
    <w:rsid w:val="00864088"/>
    <w:rsid w:val="008646FE"/>
    <w:rsid w:val="00865CB2"/>
    <w:rsid w:val="00865E5D"/>
    <w:rsid w:val="0086665C"/>
    <w:rsid w:val="00871A2E"/>
    <w:rsid w:val="0087563E"/>
    <w:rsid w:val="00875F72"/>
    <w:rsid w:val="0087667A"/>
    <w:rsid w:val="00880D3C"/>
    <w:rsid w:val="00883267"/>
    <w:rsid w:val="008849F2"/>
    <w:rsid w:val="00885233"/>
    <w:rsid w:val="0089022E"/>
    <w:rsid w:val="00891190"/>
    <w:rsid w:val="008957A7"/>
    <w:rsid w:val="00897F2E"/>
    <w:rsid w:val="008A1B97"/>
    <w:rsid w:val="008A2A0A"/>
    <w:rsid w:val="008A5B43"/>
    <w:rsid w:val="008B4F0A"/>
    <w:rsid w:val="008B7F53"/>
    <w:rsid w:val="008C009C"/>
    <w:rsid w:val="008C3F8F"/>
    <w:rsid w:val="008C4220"/>
    <w:rsid w:val="008D0B57"/>
    <w:rsid w:val="008D1DA4"/>
    <w:rsid w:val="008D26FE"/>
    <w:rsid w:val="008E0D13"/>
    <w:rsid w:val="008E2585"/>
    <w:rsid w:val="008E280F"/>
    <w:rsid w:val="008E4F70"/>
    <w:rsid w:val="008E582E"/>
    <w:rsid w:val="008E62CC"/>
    <w:rsid w:val="008E698E"/>
    <w:rsid w:val="008E6DC5"/>
    <w:rsid w:val="008E6E12"/>
    <w:rsid w:val="008F229A"/>
    <w:rsid w:val="008F3C06"/>
    <w:rsid w:val="00900155"/>
    <w:rsid w:val="009002DA"/>
    <w:rsid w:val="00910BD9"/>
    <w:rsid w:val="00911D86"/>
    <w:rsid w:val="00912926"/>
    <w:rsid w:val="009204BA"/>
    <w:rsid w:val="00922DB1"/>
    <w:rsid w:val="0092525B"/>
    <w:rsid w:val="009269D2"/>
    <w:rsid w:val="00937ABB"/>
    <w:rsid w:val="00940BF5"/>
    <w:rsid w:val="00946E15"/>
    <w:rsid w:val="00953364"/>
    <w:rsid w:val="00956E6B"/>
    <w:rsid w:val="009577BF"/>
    <w:rsid w:val="009625B9"/>
    <w:rsid w:val="009636A6"/>
    <w:rsid w:val="00963A4E"/>
    <w:rsid w:val="00964683"/>
    <w:rsid w:val="00964E11"/>
    <w:rsid w:val="00966339"/>
    <w:rsid w:val="00967E26"/>
    <w:rsid w:val="009706F3"/>
    <w:rsid w:val="00971CF8"/>
    <w:rsid w:val="00974A39"/>
    <w:rsid w:val="009762D5"/>
    <w:rsid w:val="00984508"/>
    <w:rsid w:val="00985A9E"/>
    <w:rsid w:val="0098698B"/>
    <w:rsid w:val="00987975"/>
    <w:rsid w:val="00990F80"/>
    <w:rsid w:val="00990FDF"/>
    <w:rsid w:val="00991FA4"/>
    <w:rsid w:val="009927CE"/>
    <w:rsid w:val="00993D9A"/>
    <w:rsid w:val="009949DA"/>
    <w:rsid w:val="009A4B3A"/>
    <w:rsid w:val="009A571D"/>
    <w:rsid w:val="009B0DBB"/>
    <w:rsid w:val="009B2B33"/>
    <w:rsid w:val="009B484B"/>
    <w:rsid w:val="009B5D17"/>
    <w:rsid w:val="009B71C4"/>
    <w:rsid w:val="009C1EA1"/>
    <w:rsid w:val="009C2494"/>
    <w:rsid w:val="009C59C3"/>
    <w:rsid w:val="009C7F68"/>
    <w:rsid w:val="009D2478"/>
    <w:rsid w:val="009D2752"/>
    <w:rsid w:val="009D48F2"/>
    <w:rsid w:val="009D4DA1"/>
    <w:rsid w:val="009D585E"/>
    <w:rsid w:val="009E435D"/>
    <w:rsid w:val="009F12C8"/>
    <w:rsid w:val="00A001BD"/>
    <w:rsid w:val="00A00EB4"/>
    <w:rsid w:val="00A04AFD"/>
    <w:rsid w:val="00A06FE5"/>
    <w:rsid w:val="00A07462"/>
    <w:rsid w:val="00A1088E"/>
    <w:rsid w:val="00A13A30"/>
    <w:rsid w:val="00A157C3"/>
    <w:rsid w:val="00A16A48"/>
    <w:rsid w:val="00A16F27"/>
    <w:rsid w:val="00A23DCB"/>
    <w:rsid w:val="00A33417"/>
    <w:rsid w:val="00A44F09"/>
    <w:rsid w:val="00A50367"/>
    <w:rsid w:val="00A5342E"/>
    <w:rsid w:val="00A5397A"/>
    <w:rsid w:val="00A53E5D"/>
    <w:rsid w:val="00A62854"/>
    <w:rsid w:val="00A632B6"/>
    <w:rsid w:val="00A6650E"/>
    <w:rsid w:val="00A72256"/>
    <w:rsid w:val="00A76A38"/>
    <w:rsid w:val="00A817B1"/>
    <w:rsid w:val="00A81ABB"/>
    <w:rsid w:val="00A81ECC"/>
    <w:rsid w:val="00A83F4D"/>
    <w:rsid w:val="00A90521"/>
    <w:rsid w:val="00A90CA3"/>
    <w:rsid w:val="00A9379A"/>
    <w:rsid w:val="00A95979"/>
    <w:rsid w:val="00A95B6A"/>
    <w:rsid w:val="00AA4EB9"/>
    <w:rsid w:val="00AA58FB"/>
    <w:rsid w:val="00AA6696"/>
    <w:rsid w:val="00AB0143"/>
    <w:rsid w:val="00AB051A"/>
    <w:rsid w:val="00AB348C"/>
    <w:rsid w:val="00AB5848"/>
    <w:rsid w:val="00AB667E"/>
    <w:rsid w:val="00AB6A0B"/>
    <w:rsid w:val="00AC287F"/>
    <w:rsid w:val="00AC39AA"/>
    <w:rsid w:val="00AC75B7"/>
    <w:rsid w:val="00AC78AA"/>
    <w:rsid w:val="00AC7C12"/>
    <w:rsid w:val="00AD56EC"/>
    <w:rsid w:val="00AE12E5"/>
    <w:rsid w:val="00AE1AD2"/>
    <w:rsid w:val="00AE4E03"/>
    <w:rsid w:val="00AF2645"/>
    <w:rsid w:val="00AF65E7"/>
    <w:rsid w:val="00B0099C"/>
    <w:rsid w:val="00B0186E"/>
    <w:rsid w:val="00B030C0"/>
    <w:rsid w:val="00B055F4"/>
    <w:rsid w:val="00B1180C"/>
    <w:rsid w:val="00B1290E"/>
    <w:rsid w:val="00B1342D"/>
    <w:rsid w:val="00B13FE4"/>
    <w:rsid w:val="00B16029"/>
    <w:rsid w:val="00B21142"/>
    <w:rsid w:val="00B226EE"/>
    <w:rsid w:val="00B24263"/>
    <w:rsid w:val="00B26CFD"/>
    <w:rsid w:val="00B316EB"/>
    <w:rsid w:val="00B31AE0"/>
    <w:rsid w:val="00B333B1"/>
    <w:rsid w:val="00B366F8"/>
    <w:rsid w:val="00B37A89"/>
    <w:rsid w:val="00B415A3"/>
    <w:rsid w:val="00B4183F"/>
    <w:rsid w:val="00B44965"/>
    <w:rsid w:val="00B455CE"/>
    <w:rsid w:val="00B50EE3"/>
    <w:rsid w:val="00B51246"/>
    <w:rsid w:val="00B537C7"/>
    <w:rsid w:val="00B5518B"/>
    <w:rsid w:val="00B63D8D"/>
    <w:rsid w:val="00B65819"/>
    <w:rsid w:val="00B66F7E"/>
    <w:rsid w:val="00B6772E"/>
    <w:rsid w:val="00B736A3"/>
    <w:rsid w:val="00B73E1C"/>
    <w:rsid w:val="00B7664A"/>
    <w:rsid w:val="00B81DAA"/>
    <w:rsid w:val="00B848E6"/>
    <w:rsid w:val="00B876B0"/>
    <w:rsid w:val="00B87912"/>
    <w:rsid w:val="00B90C7F"/>
    <w:rsid w:val="00B96568"/>
    <w:rsid w:val="00BA2214"/>
    <w:rsid w:val="00BA3DE2"/>
    <w:rsid w:val="00BA6782"/>
    <w:rsid w:val="00BA7EE2"/>
    <w:rsid w:val="00BB5D10"/>
    <w:rsid w:val="00BC1885"/>
    <w:rsid w:val="00BC19DD"/>
    <w:rsid w:val="00BC275D"/>
    <w:rsid w:val="00BC3798"/>
    <w:rsid w:val="00BC6839"/>
    <w:rsid w:val="00BC7074"/>
    <w:rsid w:val="00BC7730"/>
    <w:rsid w:val="00BD31D3"/>
    <w:rsid w:val="00BE0FE1"/>
    <w:rsid w:val="00BE11EF"/>
    <w:rsid w:val="00BE2F93"/>
    <w:rsid w:val="00BF1CB7"/>
    <w:rsid w:val="00BF3911"/>
    <w:rsid w:val="00C016DD"/>
    <w:rsid w:val="00C04F7C"/>
    <w:rsid w:val="00C06393"/>
    <w:rsid w:val="00C15A8B"/>
    <w:rsid w:val="00C22813"/>
    <w:rsid w:val="00C24C00"/>
    <w:rsid w:val="00C25601"/>
    <w:rsid w:val="00C25663"/>
    <w:rsid w:val="00C2727C"/>
    <w:rsid w:val="00C27302"/>
    <w:rsid w:val="00C3102A"/>
    <w:rsid w:val="00C327C4"/>
    <w:rsid w:val="00C32BCF"/>
    <w:rsid w:val="00C37F19"/>
    <w:rsid w:val="00C44E0A"/>
    <w:rsid w:val="00C523C1"/>
    <w:rsid w:val="00C55813"/>
    <w:rsid w:val="00C56CF5"/>
    <w:rsid w:val="00C57633"/>
    <w:rsid w:val="00C60A75"/>
    <w:rsid w:val="00C651C8"/>
    <w:rsid w:val="00C652FA"/>
    <w:rsid w:val="00C663A2"/>
    <w:rsid w:val="00C7061A"/>
    <w:rsid w:val="00C70FDB"/>
    <w:rsid w:val="00C7356B"/>
    <w:rsid w:val="00C7372E"/>
    <w:rsid w:val="00C76B45"/>
    <w:rsid w:val="00C84214"/>
    <w:rsid w:val="00C86516"/>
    <w:rsid w:val="00C9151B"/>
    <w:rsid w:val="00C922B0"/>
    <w:rsid w:val="00C96044"/>
    <w:rsid w:val="00C962BC"/>
    <w:rsid w:val="00CA3955"/>
    <w:rsid w:val="00CA3EE5"/>
    <w:rsid w:val="00CA4369"/>
    <w:rsid w:val="00CA43BE"/>
    <w:rsid w:val="00CB0AE6"/>
    <w:rsid w:val="00CB1366"/>
    <w:rsid w:val="00CC2ABE"/>
    <w:rsid w:val="00CD1EFC"/>
    <w:rsid w:val="00CD218C"/>
    <w:rsid w:val="00CD2656"/>
    <w:rsid w:val="00CD7AC3"/>
    <w:rsid w:val="00CE0323"/>
    <w:rsid w:val="00CE0470"/>
    <w:rsid w:val="00CE2996"/>
    <w:rsid w:val="00CE46B8"/>
    <w:rsid w:val="00CE49B1"/>
    <w:rsid w:val="00CE6F46"/>
    <w:rsid w:val="00CF0590"/>
    <w:rsid w:val="00CF31B0"/>
    <w:rsid w:val="00D02287"/>
    <w:rsid w:val="00D0268E"/>
    <w:rsid w:val="00D0493C"/>
    <w:rsid w:val="00D07C38"/>
    <w:rsid w:val="00D10419"/>
    <w:rsid w:val="00D2038C"/>
    <w:rsid w:val="00D21145"/>
    <w:rsid w:val="00D21879"/>
    <w:rsid w:val="00D222D7"/>
    <w:rsid w:val="00D23A8B"/>
    <w:rsid w:val="00D25E3E"/>
    <w:rsid w:val="00D3280B"/>
    <w:rsid w:val="00D33AF7"/>
    <w:rsid w:val="00D34C9A"/>
    <w:rsid w:val="00D403FF"/>
    <w:rsid w:val="00D45F96"/>
    <w:rsid w:val="00D479D4"/>
    <w:rsid w:val="00D5033E"/>
    <w:rsid w:val="00D50CF4"/>
    <w:rsid w:val="00D51B2D"/>
    <w:rsid w:val="00D534EA"/>
    <w:rsid w:val="00D545E7"/>
    <w:rsid w:val="00D56A82"/>
    <w:rsid w:val="00D6264E"/>
    <w:rsid w:val="00D63A9F"/>
    <w:rsid w:val="00D70FCA"/>
    <w:rsid w:val="00D727A7"/>
    <w:rsid w:val="00D74A27"/>
    <w:rsid w:val="00D74BAA"/>
    <w:rsid w:val="00D75B91"/>
    <w:rsid w:val="00D75E9C"/>
    <w:rsid w:val="00D77055"/>
    <w:rsid w:val="00D77254"/>
    <w:rsid w:val="00D7767F"/>
    <w:rsid w:val="00D77957"/>
    <w:rsid w:val="00D77C8B"/>
    <w:rsid w:val="00D83FE2"/>
    <w:rsid w:val="00D904A4"/>
    <w:rsid w:val="00D9118C"/>
    <w:rsid w:val="00D95318"/>
    <w:rsid w:val="00D9545C"/>
    <w:rsid w:val="00DA0EDC"/>
    <w:rsid w:val="00DA1E86"/>
    <w:rsid w:val="00DA217D"/>
    <w:rsid w:val="00DA3805"/>
    <w:rsid w:val="00DA4EDE"/>
    <w:rsid w:val="00DA60F7"/>
    <w:rsid w:val="00DA6711"/>
    <w:rsid w:val="00DB2666"/>
    <w:rsid w:val="00DB7B37"/>
    <w:rsid w:val="00DD5965"/>
    <w:rsid w:val="00DD751D"/>
    <w:rsid w:val="00DD7DAB"/>
    <w:rsid w:val="00DE50EB"/>
    <w:rsid w:val="00DE586F"/>
    <w:rsid w:val="00DF3C52"/>
    <w:rsid w:val="00DF7D11"/>
    <w:rsid w:val="00DF7F59"/>
    <w:rsid w:val="00E03AC6"/>
    <w:rsid w:val="00E179EC"/>
    <w:rsid w:val="00E2220E"/>
    <w:rsid w:val="00E225A9"/>
    <w:rsid w:val="00E24471"/>
    <w:rsid w:val="00E25AC2"/>
    <w:rsid w:val="00E27FA3"/>
    <w:rsid w:val="00E310A0"/>
    <w:rsid w:val="00E42051"/>
    <w:rsid w:val="00E43470"/>
    <w:rsid w:val="00E51E8C"/>
    <w:rsid w:val="00E53EE8"/>
    <w:rsid w:val="00E54017"/>
    <w:rsid w:val="00E57C4F"/>
    <w:rsid w:val="00E61397"/>
    <w:rsid w:val="00E641DB"/>
    <w:rsid w:val="00E70906"/>
    <w:rsid w:val="00E73460"/>
    <w:rsid w:val="00E778DA"/>
    <w:rsid w:val="00E815D4"/>
    <w:rsid w:val="00E85377"/>
    <w:rsid w:val="00E90259"/>
    <w:rsid w:val="00E910C0"/>
    <w:rsid w:val="00E927C9"/>
    <w:rsid w:val="00E9356C"/>
    <w:rsid w:val="00E94725"/>
    <w:rsid w:val="00E97AAB"/>
    <w:rsid w:val="00EA1938"/>
    <w:rsid w:val="00EA43FA"/>
    <w:rsid w:val="00EB30AF"/>
    <w:rsid w:val="00EB3139"/>
    <w:rsid w:val="00EB37B4"/>
    <w:rsid w:val="00EB4DDF"/>
    <w:rsid w:val="00EB61A2"/>
    <w:rsid w:val="00EC5A6D"/>
    <w:rsid w:val="00EC5B0B"/>
    <w:rsid w:val="00ED2D9C"/>
    <w:rsid w:val="00EE320F"/>
    <w:rsid w:val="00EE50F6"/>
    <w:rsid w:val="00EE75A2"/>
    <w:rsid w:val="00EF6A47"/>
    <w:rsid w:val="00F0134E"/>
    <w:rsid w:val="00F056E3"/>
    <w:rsid w:val="00F11415"/>
    <w:rsid w:val="00F126C9"/>
    <w:rsid w:val="00F149FD"/>
    <w:rsid w:val="00F17326"/>
    <w:rsid w:val="00F2004C"/>
    <w:rsid w:val="00F2203F"/>
    <w:rsid w:val="00F248DA"/>
    <w:rsid w:val="00F24D6B"/>
    <w:rsid w:val="00F37C8A"/>
    <w:rsid w:val="00F403F5"/>
    <w:rsid w:val="00F41726"/>
    <w:rsid w:val="00F41FB5"/>
    <w:rsid w:val="00F462AE"/>
    <w:rsid w:val="00F5724B"/>
    <w:rsid w:val="00F57942"/>
    <w:rsid w:val="00F64151"/>
    <w:rsid w:val="00F645ED"/>
    <w:rsid w:val="00F66752"/>
    <w:rsid w:val="00F71713"/>
    <w:rsid w:val="00F74859"/>
    <w:rsid w:val="00F80A3E"/>
    <w:rsid w:val="00F82EA2"/>
    <w:rsid w:val="00F8396E"/>
    <w:rsid w:val="00F84516"/>
    <w:rsid w:val="00F85896"/>
    <w:rsid w:val="00F9099D"/>
    <w:rsid w:val="00F95EBB"/>
    <w:rsid w:val="00FA0BD5"/>
    <w:rsid w:val="00FA5177"/>
    <w:rsid w:val="00FB0A32"/>
    <w:rsid w:val="00FB255C"/>
    <w:rsid w:val="00FB34A0"/>
    <w:rsid w:val="00FC162C"/>
    <w:rsid w:val="00FC3A41"/>
    <w:rsid w:val="00FC73E4"/>
    <w:rsid w:val="00FD236B"/>
    <w:rsid w:val="00FD4F90"/>
    <w:rsid w:val="00FD656A"/>
    <w:rsid w:val="00FD73F5"/>
    <w:rsid w:val="00FE0CCA"/>
    <w:rsid w:val="00FE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81"/>
  </w:style>
  <w:style w:type="paragraph" w:styleId="1">
    <w:name w:val="heading 1"/>
    <w:basedOn w:val="a"/>
    <w:next w:val="a"/>
    <w:link w:val="10"/>
    <w:qFormat/>
    <w:rsid w:val="0079319E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31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9319E"/>
    <w:pPr>
      <w:spacing w:after="12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9319E"/>
    <w:rPr>
      <w:rFonts w:ascii="Consultant" w:eastAsia="Times New Roman" w:hAnsi="Consultant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5D0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242"/>
  </w:style>
  <w:style w:type="paragraph" w:styleId="a6">
    <w:name w:val="footer"/>
    <w:basedOn w:val="a"/>
    <w:link w:val="a7"/>
    <w:uiPriority w:val="99"/>
    <w:semiHidden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1242"/>
  </w:style>
  <w:style w:type="paragraph" w:styleId="a8">
    <w:name w:val="Body Text"/>
    <w:basedOn w:val="a"/>
    <w:link w:val="a9"/>
    <w:rsid w:val="001E23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E23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4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18454-2F22-4EBC-AF58-277FF428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gaykova</cp:lastModifiedBy>
  <cp:revision>6</cp:revision>
  <cp:lastPrinted>2023-06-07T04:13:00Z</cp:lastPrinted>
  <dcterms:created xsi:type="dcterms:W3CDTF">2023-06-07T03:43:00Z</dcterms:created>
  <dcterms:modified xsi:type="dcterms:W3CDTF">2023-06-13T03:32:00Z</dcterms:modified>
</cp:coreProperties>
</file>